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9FE" w:rsidRDefault="001439FE" w:rsidP="001439FE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1439FE" w:rsidRP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>IF.271.</w:t>
      </w:r>
      <w:r w:rsidR="0070339A">
        <w:rPr>
          <w:rFonts w:ascii="Arial" w:hAnsi="Arial" w:cs="Arial"/>
          <w:color w:val="000000"/>
          <w:sz w:val="24"/>
          <w:szCs w:val="24"/>
        </w:rPr>
        <w:t>11</w:t>
      </w:r>
      <w:r w:rsidRPr="001439FE">
        <w:rPr>
          <w:rFonts w:ascii="Arial" w:hAnsi="Arial" w:cs="Arial"/>
          <w:color w:val="000000"/>
          <w:sz w:val="24"/>
          <w:szCs w:val="24"/>
        </w:rPr>
        <w:t>.202</w:t>
      </w:r>
      <w:r w:rsidR="003B4907">
        <w:rPr>
          <w:rFonts w:ascii="Arial" w:hAnsi="Arial" w:cs="Arial"/>
          <w:color w:val="000000"/>
          <w:sz w:val="24"/>
          <w:szCs w:val="24"/>
        </w:rPr>
        <w:t>5</w:t>
      </w:r>
    </w:p>
    <w:p w:rsid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300E2A" w:rsidRPr="001439FE" w:rsidRDefault="00300E2A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09712D" w:rsidRDefault="001439FE" w:rsidP="00300E2A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 xml:space="preserve">Uprzejmie informuję, </w:t>
      </w:r>
      <w:r w:rsidR="0098397B">
        <w:rPr>
          <w:rFonts w:ascii="Arial" w:hAnsi="Arial" w:cs="Arial"/>
          <w:color w:val="000000"/>
          <w:sz w:val="24"/>
          <w:szCs w:val="24"/>
        </w:rPr>
        <w:t>ż</w:t>
      </w:r>
      <w:r w:rsidRPr="001439FE">
        <w:rPr>
          <w:rFonts w:ascii="Arial" w:hAnsi="Arial" w:cs="Arial"/>
          <w:color w:val="000000"/>
          <w:sz w:val="24"/>
          <w:szCs w:val="24"/>
        </w:rPr>
        <w:t>e dokumentacja dotycząca zamówienia publicznego pn.: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1439FE" w:rsidRPr="001439FE" w:rsidRDefault="001439FE" w:rsidP="0070339A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>„</w:t>
      </w:r>
      <w:r w:rsidR="0070339A" w:rsidRPr="0070339A">
        <w:rPr>
          <w:rFonts w:ascii="Arial" w:hAnsi="Arial" w:cs="Arial"/>
          <w:color w:val="000000"/>
          <w:sz w:val="24"/>
          <w:szCs w:val="24"/>
        </w:rPr>
        <w:t>Opracowanie kompleksowych dokumentacji proje</w:t>
      </w:r>
      <w:r w:rsidR="002A3E83">
        <w:rPr>
          <w:rFonts w:ascii="Arial" w:hAnsi="Arial" w:cs="Arial"/>
          <w:color w:val="000000"/>
          <w:sz w:val="24"/>
          <w:szCs w:val="24"/>
        </w:rPr>
        <w:t xml:space="preserve">ktowo – kosztorysowych budowy i  </w:t>
      </w:r>
      <w:bookmarkStart w:id="0" w:name="_GoBack"/>
      <w:bookmarkEnd w:id="0"/>
      <w:r w:rsidR="0070339A" w:rsidRPr="0070339A">
        <w:rPr>
          <w:rFonts w:ascii="Arial" w:hAnsi="Arial" w:cs="Arial"/>
          <w:color w:val="000000"/>
          <w:sz w:val="24"/>
          <w:szCs w:val="24"/>
        </w:rPr>
        <w:t>przebudowy dróg na terenie gminy Puławy</w:t>
      </w:r>
      <w:r w:rsidRPr="001439FE">
        <w:rPr>
          <w:rFonts w:ascii="Arial" w:hAnsi="Arial" w:cs="Arial"/>
          <w:color w:val="000000"/>
          <w:sz w:val="24"/>
          <w:szCs w:val="24"/>
        </w:rPr>
        <w:t>” znajduje się pod</w:t>
      </w:r>
      <w:r w:rsidR="00300E2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439FE">
        <w:rPr>
          <w:rFonts w:ascii="Arial" w:hAnsi="Arial" w:cs="Arial"/>
          <w:color w:val="000000"/>
          <w:sz w:val="24"/>
          <w:szCs w:val="24"/>
        </w:rPr>
        <w:t>adresem:</w:t>
      </w:r>
    </w:p>
    <w:p w:rsidR="0070339A" w:rsidRDefault="0070339A" w:rsidP="0070339A">
      <w:pPr>
        <w:tabs>
          <w:tab w:val="left" w:pos="0"/>
        </w:tabs>
        <w:spacing w:line="276" w:lineRule="auto"/>
        <w:jc w:val="both"/>
        <w:rPr>
          <w:rFonts w:ascii="Arial" w:hAnsi="Arial" w:cs="Arial"/>
          <w:color w:val="0563C1" w:themeColor="hyperlink"/>
          <w:sz w:val="24"/>
          <w:szCs w:val="24"/>
          <w:u w:val="single"/>
        </w:rPr>
      </w:pPr>
      <w:hyperlink r:id="rId8" w:history="1">
        <w:r w:rsidRPr="009E5116">
          <w:rPr>
            <w:rStyle w:val="Hipercze"/>
            <w:rFonts w:ascii="Arial" w:hAnsi="Arial" w:cs="Arial"/>
            <w:sz w:val="24"/>
            <w:szCs w:val="24"/>
          </w:rPr>
          <w:t>https://ezamowienia.gov.pl/m</w:t>
        </w:r>
        <w:r w:rsidRPr="009E5116">
          <w:rPr>
            <w:rStyle w:val="Hipercze"/>
            <w:rFonts w:ascii="Arial" w:hAnsi="Arial" w:cs="Arial"/>
            <w:sz w:val="24"/>
            <w:szCs w:val="24"/>
          </w:rPr>
          <w:t>p</w:t>
        </w:r>
        <w:r w:rsidRPr="009E5116">
          <w:rPr>
            <w:rStyle w:val="Hipercze"/>
            <w:rFonts w:ascii="Arial" w:hAnsi="Arial" w:cs="Arial"/>
            <w:sz w:val="24"/>
            <w:szCs w:val="24"/>
          </w:rPr>
          <w:t>-client/search/list/ocds-148610-d0e93992-6532-4d43-9e1a-333bf94c9c5d</w:t>
        </w:r>
      </w:hyperlink>
      <w:r>
        <w:rPr>
          <w:rFonts w:ascii="Arial" w:hAnsi="Arial" w:cs="Arial"/>
          <w:color w:val="0563C1" w:themeColor="hyperlink"/>
          <w:sz w:val="24"/>
          <w:szCs w:val="24"/>
          <w:u w:val="single"/>
        </w:rPr>
        <w:t xml:space="preserve"> </w:t>
      </w:r>
    </w:p>
    <w:p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4E13C0">
        <w:rPr>
          <w:rFonts w:ascii="Arial" w:hAnsi="Arial" w:cs="Arial"/>
          <w:sz w:val="24"/>
          <w:szCs w:val="24"/>
        </w:rPr>
        <w:t>WÓJT GMINY PUŁAWY</w:t>
      </w:r>
    </w:p>
    <w:p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4E13C0">
        <w:rPr>
          <w:rFonts w:ascii="Arial" w:hAnsi="Arial" w:cs="Arial"/>
          <w:sz w:val="24"/>
          <w:szCs w:val="24"/>
        </w:rPr>
        <w:t>/-/</w:t>
      </w:r>
    </w:p>
    <w:p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4E13C0">
        <w:rPr>
          <w:rFonts w:ascii="Arial" w:hAnsi="Arial" w:cs="Arial"/>
          <w:sz w:val="24"/>
          <w:szCs w:val="24"/>
        </w:rPr>
        <w:t>mgr Kamil Lewandowski</w:t>
      </w:r>
    </w:p>
    <w:p w:rsidR="00300E2A" w:rsidRDefault="00300E2A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</w:p>
    <w:sectPr w:rsidR="00300E2A">
      <w:headerReference w:type="default" r:id="rId9"/>
      <w:pgSz w:w="11906" w:h="16838"/>
      <w:pgMar w:top="1985" w:right="1418" w:bottom="1985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2C2" w:rsidRDefault="006322C2">
      <w:pPr>
        <w:spacing w:after="0"/>
      </w:pPr>
      <w:r>
        <w:separator/>
      </w:r>
    </w:p>
  </w:endnote>
  <w:endnote w:type="continuationSeparator" w:id="0">
    <w:p w:rsidR="006322C2" w:rsidRDefault="006322C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2C2" w:rsidRDefault="006322C2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6322C2" w:rsidRDefault="006322C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2C2" w:rsidRDefault="006322C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5388" cy="10692134"/>
          <wp:effectExtent l="0" t="0" r="0" b="0"/>
          <wp:wrapNone/>
          <wp:docPr id="1" name="WordPictureWatermark26632627" descr="papier-firmow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5388" cy="1069213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D02F6"/>
    <w:multiLevelType w:val="multilevel"/>
    <w:tmpl w:val="922C377A"/>
    <w:lvl w:ilvl="0">
      <w:start w:val="1"/>
      <w:numFmt w:val="upperLetter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color w:val="000000"/>
        <w:sz w:val="24"/>
        <w:szCs w:val="24"/>
      </w:rPr>
    </w:lvl>
    <w:lvl w:ilvl="2">
      <w:numFmt w:val="bullet"/>
      <w:lvlText w:val=""/>
      <w:lvlJc w:val="left"/>
      <w:pPr>
        <w:ind w:left="2340" w:hanging="360"/>
      </w:pPr>
      <w:rPr>
        <w:rFonts w:ascii="Arial Unicode MS" w:eastAsia="Arial Unicode MS" w:hAnsi="Arial Unicode MS" w:cs="Arial Unicode MS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mbria" w:hAnsi="Cambria"/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47E9B"/>
    <w:multiLevelType w:val="hybridMultilevel"/>
    <w:tmpl w:val="BB80CBE2"/>
    <w:lvl w:ilvl="0" w:tplc="3806A7C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64305"/>
    <w:multiLevelType w:val="multilevel"/>
    <w:tmpl w:val="A078C56C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C300E5B"/>
    <w:multiLevelType w:val="hybridMultilevel"/>
    <w:tmpl w:val="D0A01F44"/>
    <w:lvl w:ilvl="0" w:tplc="CDF6E7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340"/>
    <w:rsid w:val="0009712D"/>
    <w:rsid w:val="000D63F0"/>
    <w:rsid w:val="000D6AEB"/>
    <w:rsid w:val="000E12D0"/>
    <w:rsid w:val="001439FE"/>
    <w:rsid w:val="001624B9"/>
    <w:rsid w:val="001B4DEA"/>
    <w:rsid w:val="001F55BA"/>
    <w:rsid w:val="002A0A8B"/>
    <w:rsid w:val="002A3E83"/>
    <w:rsid w:val="002D0386"/>
    <w:rsid w:val="00300E2A"/>
    <w:rsid w:val="00364840"/>
    <w:rsid w:val="00380070"/>
    <w:rsid w:val="003957B5"/>
    <w:rsid w:val="003B4907"/>
    <w:rsid w:val="003C4769"/>
    <w:rsid w:val="00417736"/>
    <w:rsid w:val="004E13C0"/>
    <w:rsid w:val="00533C0B"/>
    <w:rsid w:val="00551271"/>
    <w:rsid w:val="005547EA"/>
    <w:rsid w:val="005A0A62"/>
    <w:rsid w:val="005F17D1"/>
    <w:rsid w:val="006322C2"/>
    <w:rsid w:val="006402BD"/>
    <w:rsid w:val="00671C13"/>
    <w:rsid w:val="0070339A"/>
    <w:rsid w:val="00706118"/>
    <w:rsid w:val="007E1ECA"/>
    <w:rsid w:val="00802AB0"/>
    <w:rsid w:val="00866340"/>
    <w:rsid w:val="0087343A"/>
    <w:rsid w:val="008F41B7"/>
    <w:rsid w:val="00910E1C"/>
    <w:rsid w:val="00917446"/>
    <w:rsid w:val="00936B7B"/>
    <w:rsid w:val="0098397B"/>
    <w:rsid w:val="00A46D76"/>
    <w:rsid w:val="00A52E37"/>
    <w:rsid w:val="00A712BF"/>
    <w:rsid w:val="00AF1134"/>
    <w:rsid w:val="00AF7D3D"/>
    <w:rsid w:val="00B27F3C"/>
    <w:rsid w:val="00B41C00"/>
    <w:rsid w:val="00BE39D4"/>
    <w:rsid w:val="00C07051"/>
    <w:rsid w:val="00CF3B2E"/>
    <w:rsid w:val="00D42A67"/>
    <w:rsid w:val="00D43F9F"/>
    <w:rsid w:val="00ED032A"/>
    <w:rsid w:val="00ED1C96"/>
    <w:rsid w:val="00F45DCD"/>
    <w:rsid w:val="00FC4354"/>
    <w:rsid w:val="00FC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4D29CE33-04B5-4A61-A36F-4BCEE296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Bezodstpw">
    <w:name w:val="No Spacing"/>
    <w:pPr>
      <w:suppressAutoHyphens/>
      <w:spacing w:after="0"/>
    </w:pPr>
    <w:rPr>
      <w:rFonts w:ascii="Times New Roman" w:hAnsi="Times New Roman"/>
      <w:sz w:val="24"/>
    </w:rPr>
  </w:style>
  <w:style w:type="character" w:styleId="Pogrubienie">
    <w:name w:val="Strong"/>
    <w:rPr>
      <w:b/>
      <w:bCs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</w:style>
  <w:style w:type="paragraph" w:styleId="Tekstpodstawowy2">
    <w:name w:val="Body Text 2"/>
    <w:basedOn w:val="Normalny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</w:style>
  <w:style w:type="paragraph" w:styleId="Tekstpodstawowy3">
    <w:name w:val="Body Text 3"/>
    <w:basedOn w:val="Normalny"/>
    <w:pPr>
      <w:suppressAutoHyphens w:val="0"/>
      <w:spacing w:after="0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51271"/>
  </w:style>
  <w:style w:type="paragraph" w:customStyle="1" w:styleId="Standard">
    <w:name w:val="Standard"/>
    <w:rsid w:val="003C4769"/>
    <w:pPr>
      <w:widowControl w:val="0"/>
      <w:suppressAutoHyphens/>
      <w:spacing w:after="0"/>
      <w:textAlignment w:val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3C4769"/>
    <w:pPr>
      <w:suppressAutoHyphens/>
      <w:autoSpaceDE w:val="0"/>
      <w:autoSpaceDN/>
      <w:spacing w:after="0"/>
      <w:textAlignment w:val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v1msolistparagraph">
    <w:name w:val="v1msolistparagraph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v1msonormal">
    <w:name w:val="v1msonormal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5DC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39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5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d0e93992-6532-4d43-9e1a-333bf94c9c5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C8BBA-3FCE-484F-8005-69322286C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F1533CAD</Template>
  <TotalTime>1</TotalTime>
  <Pages>1</Pages>
  <Words>71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Zarychta</dc:creator>
  <dc:description/>
  <cp:lastModifiedBy>Anna Kasprzak</cp:lastModifiedBy>
  <cp:revision>3</cp:revision>
  <cp:lastPrinted>2025-05-26T14:32:00Z</cp:lastPrinted>
  <dcterms:created xsi:type="dcterms:W3CDTF">2025-05-26T14:33:00Z</dcterms:created>
  <dcterms:modified xsi:type="dcterms:W3CDTF">2025-05-26T14:33:00Z</dcterms:modified>
</cp:coreProperties>
</file>